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937B5" w14:textId="79FA9B65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5E194F7" wp14:editId="7A1CAD7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9383B26" wp14:editId="3D41F73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4E0640">
        <w:rPr>
          <w:rFonts w:ascii="Segoe Print" w:hAnsi="Segoe Print"/>
          <w:b/>
          <w:sz w:val="24"/>
        </w:rPr>
        <w:t>4</w:t>
      </w:r>
      <w:r w:rsidR="00D51195" w:rsidRPr="0090117B">
        <w:rPr>
          <w:rFonts w:ascii="Segoe Print" w:hAnsi="Segoe Print"/>
          <w:b/>
          <w:sz w:val="24"/>
        </w:rPr>
        <w:t>.</w:t>
      </w:r>
      <w:r w:rsidR="003D3798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147AEEFA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36741F95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B2EA697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7B9CA6B" w14:textId="29D87C6D" w:rsidR="004E0640" w:rsidRPr="005E3D83" w:rsidRDefault="004E0640" w:rsidP="004E0640">
            <w:pPr>
              <w:spacing w:before="120" w:after="0"/>
              <w:rPr>
                <w:rFonts w:ascii="Avenir Book" w:hAnsi="Avenir Book"/>
                <w:sz w:val="20"/>
                <w:szCs w:val="20"/>
              </w:rPr>
            </w:pPr>
            <w:r w:rsidRPr="005E3D83">
              <w:rPr>
                <w:rFonts w:ascii="Arial" w:hAnsi="Arial" w:cs="Arial"/>
                <w:noProof/>
                <w:sz w:val="20"/>
                <w:szCs w:val="20"/>
              </w:rPr>
              <w:t xml:space="preserve">Share </w:t>
            </w:r>
            <w:r w:rsidR="005E3D83" w:rsidRPr="005E3D83">
              <w:rPr>
                <w:rFonts w:ascii="Arial" w:hAnsi="Arial" w:cs="Arial"/>
                <w:noProof/>
                <w:sz w:val="20"/>
                <w:szCs w:val="20"/>
              </w:rPr>
              <w:t>£45 in the ratio 2 : 3</w:t>
            </w:r>
          </w:p>
          <w:p w14:paraId="0D97435D" w14:textId="77777777" w:rsidR="00E20822" w:rsidRPr="00FB0E81" w:rsidRDefault="00E20822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7F000E1D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402A6BBE" w14:textId="2EB027D0" w:rsidR="00E20822" w:rsidRPr="000A63AF" w:rsidRDefault="00DE1BE2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8F70F5">
              <w:t xml:space="preserve">Write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</w:rPr>
                    <m:t>24</m:t>
                  </m:r>
                </m:den>
              </m:f>
            </m:oMath>
            <w:r w:rsidRPr="008F70F5">
              <w:rPr>
                <w:rFonts w:eastAsiaTheme="minorEastAsia"/>
              </w:rPr>
              <w:t xml:space="preserve"> in its simplest form.</w:t>
            </w:r>
          </w:p>
        </w:tc>
      </w:tr>
      <w:tr w:rsidR="00E20822" w:rsidRPr="00C240D5" w14:paraId="1B4AA582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FEC5C84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9A5EF12" w14:textId="73B1FBAC" w:rsidR="00E20822" w:rsidRPr="00C240D5" w:rsidRDefault="004E0640" w:rsidP="00505FC9">
            <w:pPr>
              <w:spacing w:before="120" w:after="0"/>
              <w:rPr>
                <w:rFonts w:ascii="Avenir Book" w:hAnsi="Avenir Book"/>
              </w:rPr>
            </w:pPr>
            <w:r>
              <w:t xml:space="preserve">Work out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vertAlign w:val="superscript"/>
                </w:rPr>
                <m:t xml:space="preserve"> </m:t>
              </m:r>
              <m:r>
                <w:rPr>
                  <w:rFonts w:ascii="Cambria Math" w:hAnsi="Cambria Math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DD16B7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613A916" w14:textId="54B14CE2" w:rsidR="00E20822" w:rsidRPr="00C240D5" w:rsidRDefault="004E0640" w:rsidP="0064471D">
            <w:pPr>
              <w:spacing w:before="120" w:after="0"/>
              <w:rPr>
                <w:rFonts w:ascii="Avenir Book" w:hAnsi="Avenir Book"/>
              </w:rPr>
            </w:pPr>
            <w:r>
              <w:t xml:space="preserve">What are the factors of </w:t>
            </w:r>
            <w:r w:rsidR="00337A5B" w:rsidRPr="008F70F5">
              <w:t>16</w:t>
            </w:r>
            <w:r>
              <w:t>?</w:t>
            </w:r>
          </w:p>
        </w:tc>
      </w:tr>
      <w:tr w:rsidR="00E20822" w:rsidRPr="00C240D5" w14:paraId="5AD6D8F4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9BC310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3B11030" w14:textId="5E2036EE" w:rsidR="004E0640" w:rsidRDefault="004E0640" w:rsidP="004E0640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Which side is the hypotenuse?</w:t>
            </w:r>
          </w:p>
          <w:p w14:paraId="1AC6E1F3" w14:textId="14E8431F" w:rsidR="007E2C1A" w:rsidRPr="00C240D5" w:rsidRDefault="003751F5" w:rsidP="007E2C1A">
            <w:pPr>
              <w:spacing w:before="120" w:after="0"/>
              <w:rPr>
                <w:rFonts w:ascii="Avenir Book" w:hAnsi="Avenir Book"/>
              </w:rPr>
            </w:pPr>
            <w:r w:rsidRPr="008F70F5">
              <w:rPr>
                <w:rFonts w:ascii="Arial" w:hAnsi="Arial" w:cs="Arial"/>
                <w:noProof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CF746DA" wp14:editId="2F9B4B85">
                      <wp:simplePos x="0" y="0"/>
                      <wp:positionH relativeFrom="column">
                        <wp:posOffset>2252736</wp:posOffset>
                      </wp:positionH>
                      <wp:positionV relativeFrom="paragraph">
                        <wp:posOffset>100964</wp:posOffset>
                      </wp:positionV>
                      <wp:extent cx="824865" cy="711200"/>
                      <wp:effectExtent l="152400" t="209550" r="146685" b="0"/>
                      <wp:wrapNone/>
                      <wp:docPr id="34" name="Group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3260734" flipH="1">
                                <a:off x="0" y="0"/>
                                <a:ext cx="824865" cy="71120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35" name="Right Triangle 35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FB617D" id="Group 34" o:spid="_x0000_s1026" style="position:absolute;margin-left:177.4pt;margin-top:7.95pt;width:64.95pt;height:56pt;rotation:9108702fd;flip:x;z-index:251677696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&#13;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35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"/>
                      <v:rect id="Rectangle 36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" fillcolor="black [3213]"/>
                    </v:group>
                  </w:pict>
                </mc:Fallback>
              </mc:AlternateContent>
            </w:r>
            <w:r w:rsidR="007E2C1A"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4E909F7F" wp14:editId="1D439F6F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F4DF2E3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6C6BDE08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3724D584" w14:textId="77777777" w:rsidR="00337A5B" w:rsidRDefault="00337A5B" w:rsidP="00337A5B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0768" behindDoc="0" locked="0" layoutInCell="1" allowOverlap="1" wp14:anchorId="79BA0E6D" wp14:editId="71C87025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1" name="Picture 1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9744" behindDoc="0" locked="0" layoutInCell="1" allowOverlap="1" wp14:anchorId="318321B8" wp14:editId="0EB1677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2" name="Picture 1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B1FFFA6" w14:textId="77777777" w:rsidR="00337A5B" w:rsidRDefault="00337A5B" w:rsidP="00337A5B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337A5B" w:rsidRPr="000A63AF" w14:paraId="5A47B795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59F3CDA" w14:textId="77777777" w:rsidR="00337A5B" w:rsidRPr="00C240D5" w:rsidRDefault="00337A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38EE3DDA" w14:textId="77777777" w:rsidR="00337A5B" w:rsidRPr="005E3D83" w:rsidRDefault="00337A5B" w:rsidP="00E01254">
            <w:pPr>
              <w:spacing w:before="120" w:after="0"/>
              <w:rPr>
                <w:rFonts w:ascii="Avenir Book" w:hAnsi="Avenir Book"/>
                <w:sz w:val="20"/>
                <w:szCs w:val="20"/>
              </w:rPr>
            </w:pPr>
            <w:r w:rsidRPr="005E3D83">
              <w:rPr>
                <w:rFonts w:ascii="Arial" w:hAnsi="Arial" w:cs="Arial"/>
                <w:noProof/>
                <w:sz w:val="20"/>
                <w:szCs w:val="20"/>
              </w:rPr>
              <w:t>Share £45 in the ratio 2 : 3</w:t>
            </w:r>
          </w:p>
          <w:p w14:paraId="26C7B90D" w14:textId="77777777" w:rsidR="00337A5B" w:rsidRPr="00FB0E81" w:rsidRDefault="00337A5B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5712EDEE" w14:textId="77777777" w:rsidR="00337A5B" w:rsidRPr="00C240D5" w:rsidRDefault="00337A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C3EA4DF" w14:textId="77777777" w:rsidR="00337A5B" w:rsidRPr="000A63AF" w:rsidRDefault="00337A5B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8F70F5">
              <w:t xml:space="preserve">Write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</w:rPr>
                    <m:t>24</m:t>
                  </m:r>
                </m:den>
              </m:f>
            </m:oMath>
            <w:r w:rsidRPr="008F70F5">
              <w:rPr>
                <w:rFonts w:eastAsiaTheme="minorEastAsia"/>
              </w:rPr>
              <w:t xml:space="preserve"> in its simplest form.</w:t>
            </w:r>
          </w:p>
        </w:tc>
      </w:tr>
      <w:tr w:rsidR="00337A5B" w:rsidRPr="00C240D5" w14:paraId="61EFC470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C5AAE4B" w14:textId="77777777" w:rsidR="00337A5B" w:rsidRPr="00C240D5" w:rsidRDefault="00337A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0DDD1A96" w14:textId="77777777" w:rsidR="00337A5B" w:rsidRPr="00C240D5" w:rsidRDefault="00337A5B" w:rsidP="00E01254">
            <w:pPr>
              <w:spacing w:before="120" w:after="0"/>
              <w:rPr>
                <w:rFonts w:ascii="Avenir Book" w:hAnsi="Avenir Book"/>
              </w:rPr>
            </w:pPr>
            <w:r>
              <w:t xml:space="preserve">Work out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vertAlign w:val="superscript"/>
                </w:rPr>
                <m:t xml:space="preserve"> </m:t>
              </m:r>
              <m:r>
                <w:rPr>
                  <w:rFonts w:ascii="Cambria Math" w:hAnsi="Cambria Math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651ADD4" w14:textId="77777777" w:rsidR="00337A5B" w:rsidRPr="00C240D5" w:rsidRDefault="00337A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368686D7" w14:textId="77777777" w:rsidR="00337A5B" w:rsidRPr="00C240D5" w:rsidRDefault="00337A5B" w:rsidP="00E01254">
            <w:pPr>
              <w:spacing w:before="120" w:after="0"/>
              <w:rPr>
                <w:rFonts w:ascii="Avenir Book" w:hAnsi="Avenir Book"/>
              </w:rPr>
            </w:pPr>
            <w:r>
              <w:t xml:space="preserve">What are the factors of </w:t>
            </w:r>
            <w:r w:rsidRPr="008F70F5">
              <w:t>16</w:t>
            </w:r>
            <w:r>
              <w:t>?</w:t>
            </w:r>
          </w:p>
        </w:tc>
      </w:tr>
      <w:tr w:rsidR="00337A5B" w:rsidRPr="00C240D5" w14:paraId="403CDB68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464FF0D4" w14:textId="77777777" w:rsidR="00337A5B" w:rsidRPr="00C240D5" w:rsidRDefault="00337A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3D6BD53" w14:textId="77777777" w:rsidR="00337A5B" w:rsidRDefault="00337A5B" w:rsidP="00E01254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Which side is the hypotenuse?</w:t>
            </w:r>
          </w:p>
          <w:p w14:paraId="6029D77E" w14:textId="77777777" w:rsidR="00337A5B" w:rsidRPr="00C240D5" w:rsidRDefault="00337A5B" w:rsidP="00E01254">
            <w:pPr>
              <w:spacing w:before="120" w:after="0"/>
              <w:rPr>
                <w:rFonts w:ascii="Avenir Book" w:hAnsi="Avenir Book"/>
              </w:rPr>
            </w:pPr>
            <w:r w:rsidRPr="008F70F5">
              <w:rPr>
                <w:rFonts w:ascii="Arial" w:hAnsi="Arial" w:cs="Arial"/>
                <w:noProof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46D9F420" wp14:editId="3277518F">
                      <wp:simplePos x="0" y="0"/>
                      <wp:positionH relativeFrom="column">
                        <wp:posOffset>2252736</wp:posOffset>
                      </wp:positionH>
                      <wp:positionV relativeFrom="paragraph">
                        <wp:posOffset>100964</wp:posOffset>
                      </wp:positionV>
                      <wp:extent cx="824865" cy="711200"/>
                      <wp:effectExtent l="152400" t="209550" r="146685" b="0"/>
                      <wp:wrapNone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3260734" flipH="1">
                                <a:off x="0" y="0"/>
                                <a:ext cx="824865" cy="71120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9" name="Right Triangle 9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EA492" id="Group 8" o:spid="_x0000_s1026" style="position:absolute;margin-left:177.4pt;margin-top:7.95pt;width:64.95pt;height:56pt;rotation:9108702fd;flip:x;z-index:251682816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">
                      <v:shape id="Right Triangle 9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"/>
                      <v:rect id="Rectangle 10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" fillcolor="black [3213]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81792" behindDoc="0" locked="0" layoutInCell="1" allowOverlap="1" wp14:anchorId="26809DF0" wp14:editId="2F37C280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A29EFCE" w14:textId="77777777" w:rsidR="004E0640" w:rsidRDefault="004E0640" w:rsidP="00337A5B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4E064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40"/>
    <w:rsid w:val="000A43CA"/>
    <w:rsid w:val="000A63AF"/>
    <w:rsid w:val="001826A9"/>
    <w:rsid w:val="00213C21"/>
    <w:rsid w:val="002D5D86"/>
    <w:rsid w:val="00333535"/>
    <w:rsid w:val="00337A5B"/>
    <w:rsid w:val="003751F5"/>
    <w:rsid w:val="003D3798"/>
    <w:rsid w:val="003F51D8"/>
    <w:rsid w:val="004E0640"/>
    <w:rsid w:val="00505FC9"/>
    <w:rsid w:val="00525119"/>
    <w:rsid w:val="005E3D83"/>
    <w:rsid w:val="0064471D"/>
    <w:rsid w:val="00705472"/>
    <w:rsid w:val="007B4226"/>
    <w:rsid w:val="007E2C1A"/>
    <w:rsid w:val="00890B67"/>
    <w:rsid w:val="0090117B"/>
    <w:rsid w:val="0099142F"/>
    <w:rsid w:val="00AD3C1A"/>
    <w:rsid w:val="00BE7AC9"/>
    <w:rsid w:val="00C240D5"/>
    <w:rsid w:val="00C41860"/>
    <w:rsid w:val="00D51195"/>
    <w:rsid w:val="00DB511B"/>
    <w:rsid w:val="00DE1BE2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4F183"/>
  <w15:docId w15:val="{CF2F7FDD-2FBF-C546-B737-099A0D73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2019-02-22T16:50:00Z</dcterms:created>
  <dcterms:modified xsi:type="dcterms:W3CDTF">2019-02-22T16:51:00Z</dcterms:modified>
</cp:coreProperties>
</file>